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7ED31" w14:textId="143C7FE5" w:rsidR="008A0E18" w:rsidRPr="00B0646A" w:rsidRDefault="008A0E18" w:rsidP="008A0E18">
      <w:pPr>
        <w:pStyle w:val="Tytu"/>
        <w:spacing w:line="360" w:lineRule="auto"/>
        <w:jc w:val="right"/>
        <w:rPr>
          <w:rFonts w:ascii="Cambria" w:hAnsi="Cambria" w:cstheme="minorHAnsi"/>
          <w:b w:val="0"/>
          <w:color w:val="000000" w:themeColor="text1"/>
          <w:sz w:val="24"/>
          <w:szCs w:val="24"/>
        </w:rPr>
      </w:pPr>
      <w:r w:rsidRPr="00B0646A">
        <w:rPr>
          <w:rFonts w:ascii="Cambria" w:hAnsi="Cambria" w:cstheme="minorHAnsi"/>
          <w:sz w:val="24"/>
          <w:szCs w:val="24"/>
          <w:u w:val="single"/>
        </w:rPr>
        <w:t xml:space="preserve">Załącznik nr </w:t>
      </w:r>
      <w:r w:rsidR="000D3582">
        <w:rPr>
          <w:rFonts w:ascii="Cambria" w:hAnsi="Cambria" w:cstheme="minorHAnsi"/>
          <w:sz w:val="24"/>
          <w:szCs w:val="24"/>
          <w:u w:val="single"/>
        </w:rPr>
        <w:t>5</w:t>
      </w:r>
      <w:r w:rsidRPr="00B0646A">
        <w:rPr>
          <w:rFonts w:ascii="Cambria" w:hAnsi="Cambria" w:cstheme="minorHAnsi"/>
          <w:sz w:val="24"/>
          <w:szCs w:val="24"/>
          <w:u w:val="single"/>
        </w:rPr>
        <w:t xml:space="preserve"> do SWZ</w:t>
      </w:r>
    </w:p>
    <w:p w14:paraId="5E49598A" w14:textId="5D1C3B6C" w:rsidR="00111398" w:rsidRPr="00111398" w:rsidRDefault="009C7DDE" w:rsidP="00111398">
      <w:pPr>
        <w:pStyle w:val="Tytu"/>
        <w:spacing w:line="360" w:lineRule="auto"/>
        <w:jc w:val="left"/>
        <w:rPr>
          <w:rFonts w:ascii="Cambria" w:hAnsi="Cambria" w:cstheme="minorHAnsi"/>
          <w:color w:val="000000" w:themeColor="text1"/>
          <w:sz w:val="20"/>
        </w:rPr>
      </w:pPr>
      <w:r>
        <w:rPr>
          <w:rFonts w:ascii="Cambria" w:hAnsi="Cambria" w:cstheme="minorHAnsi"/>
          <w:color w:val="000000" w:themeColor="text1"/>
          <w:sz w:val="20"/>
        </w:rPr>
        <w:t>ZSB.021.7</w:t>
      </w:r>
      <w:bookmarkStart w:id="0" w:name="_GoBack"/>
      <w:bookmarkEnd w:id="0"/>
      <w:r w:rsidR="00111398" w:rsidRPr="00111398">
        <w:rPr>
          <w:rFonts w:ascii="Cambria" w:hAnsi="Cambria" w:cstheme="minorHAnsi"/>
          <w:color w:val="000000" w:themeColor="text1"/>
          <w:sz w:val="20"/>
        </w:rPr>
        <w:t>3.2025</w:t>
      </w:r>
    </w:p>
    <w:p w14:paraId="0C1353EF" w14:textId="77777777" w:rsidR="008A0E18" w:rsidRPr="00B0646A" w:rsidRDefault="008A0E18" w:rsidP="008A0E18">
      <w:pPr>
        <w:pStyle w:val="Tytu"/>
        <w:spacing w:line="360" w:lineRule="auto"/>
        <w:jc w:val="left"/>
        <w:rPr>
          <w:rFonts w:ascii="Cambria" w:hAnsi="Cambria" w:cstheme="minorHAnsi"/>
          <w:b w:val="0"/>
          <w:color w:val="000000" w:themeColor="text1"/>
          <w:sz w:val="20"/>
        </w:rPr>
      </w:pPr>
    </w:p>
    <w:p w14:paraId="5C87B736" w14:textId="77777777" w:rsidR="008A0E18" w:rsidRPr="00B0646A" w:rsidRDefault="008A0E18" w:rsidP="008A0E18">
      <w:pPr>
        <w:pStyle w:val="Tytu"/>
        <w:spacing w:line="360" w:lineRule="auto"/>
        <w:jc w:val="left"/>
        <w:rPr>
          <w:rFonts w:ascii="Cambria" w:hAnsi="Cambria" w:cstheme="minorHAnsi"/>
          <w:b w:val="0"/>
          <w:color w:val="000000" w:themeColor="text1"/>
          <w:sz w:val="20"/>
        </w:rPr>
      </w:pPr>
      <w:r w:rsidRPr="00B0646A">
        <w:rPr>
          <w:rFonts w:ascii="Cambria" w:hAnsi="Cambria" w:cstheme="minorHAnsi"/>
          <w:b w:val="0"/>
          <w:color w:val="000000" w:themeColor="text1"/>
          <w:sz w:val="20"/>
        </w:rPr>
        <w:t>……………………………</w:t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  <w:t>………………………….</w:t>
      </w:r>
    </w:p>
    <w:p w14:paraId="5D8C8615" w14:textId="77777777" w:rsidR="008A0E18" w:rsidRPr="00B0646A" w:rsidRDefault="008A0E18" w:rsidP="008A0E18">
      <w:pPr>
        <w:pStyle w:val="Tytu"/>
        <w:spacing w:line="360" w:lineRule="auto"/>
        <w:jc w:val="left"/>
        <w:rPr>
          <w:rFonts w:ascii="Cambria" w:hAnsi="Cambria" w:cstheme="minorHAnsi"/>
          <w:b w:val="0"/>
          <w:color w:val="000000" w:themeColor="text1"/>
          <w:sz w:val="20"/>
        </w:rPr>
      </w:pPr>
      <w:r w:rsidRPr="00B0646A">
        <w:rPr>
          <w:rFonts w:ascii="Cambria" w:hAnsi="Cambria" w:cstheme="minorHAnsi"/>
          <w:b w:val="0"/>
          <w:color w:val="000000" w:themeColor="text1"/>
          <w:sz w:val="20"/>
        </w:rPr>
        <w:t>(Nazwa Wykonawcy)</w:t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</w:r>
      <w:r w:rsidRPr="00B0646A">
        <w:rPr>
          <w:rFonts w:ascii="Cambria" w:hAnsi="Cambria" w:cstheme="minorHAnsi"/>
          <w:b w:val="0"/>
          <w:color w:val="000000" w:themeColor="text1"/>
          <w:sz w:val="20"/>
        </w:rPr>
        <w:tab/>
        <w:t>(miejscowość i data)</w:t>
      </w:r>
    </w:p>
    <w:p w14:paraId="7300A9F2" w14:textId="51C46FFC" w:rsidR="008A0E18" w:rsidRPr="00B0646A" w:rsidRDefault="008A0E18" w:rsidP="008A0E18">
      <w:pPr>
        <w:pStyle w:val="Nagwek2"/>
        <w:rPr>
          <w:rFonts w:ascii="Cambria" w:hAnsi="Cambria" w:cstheme="minorHAnsi"/>
          <w:sz w:val="24"/>
          <w:szCs w:val="24"/>
        </w:rPr>
      </w:pPr>
      <w:r w:rsidRPr="00B0646A">
        <w:rPr>
          <w:rFonts w:ascii="Cambria" w:hAnsi="Cambria" w:cstheme="minorHAnsi"/>
          <w:sz w:val="24"/>
          <w:szCs w:val="24"/>
        </w:rPr>
        <w:t xml:space="preserve">WYKAZ WYKONANYCH </w:t>
      </w:r>
      <w:r w:rsidR="00F92716">
        <w:rPr>
          <w:rFonts w:ascii="Cambria" w:hAnsi="Cambria" w:cstheme="minorHAnsi"/>
          <w:sz w:val="24"/>
          <w:szCs w:val="24"/>
        </w:rPr>
        <w:t xml:space="preserve"> </w:t>
      </w:r>
      <w:r w:rsidRPr="00B0646A">
        <w:rPr>
          <w:rFonts w:ascii="Cambria" w:hAnsi="Cambria" w:cstheme="minorHAnsi"/>
          <w:sz w:val="24"/>
          <w:szCs w:val="24"/>
        </w:rPr>
        <w:t>USŁUG</w:t>
      </w:r>
      <w:r w:rsidR="004D4236" w:rsidRPr="00B0646A">
        <w:rPr>
          <w:rFonts w:ascii="Cambria" w:hAnsi="Cambria" w:cstheme="minorHAnsi"/>
          <w:sz w:val="24"/>
          <w:szCs w:val="24"/>
        </w:rPr>
        <w:t xml:space="preserve"> </w:t>
      </w:r>
    </w:p>
    <w:p w14:paraId="7B848C57" w14:textId="77777777" w:rsidR="009C772E" w:rsidRPr="00B0646A" w:rsidRDefault="008A0E18" w:rsidP="008A0E18">
      <w:pPr>
        <w:jc w:val="center"/>
        <w:rPr>
          <w:rFonts w:ascii="Cambria" w:hAnsi="Cambria" w:cstheme="minorHAnsi"/>
          <w:sz w:val="20"/>
        </w:rPr>
      </w:pPr>
      <w:r w:rsidRPr="00B0646A">
        <w:rPr>
          <w:rFonts w:ascii="Cambria" w:hAnsi="Cambria" w:cstheme="minorHAnsi"/>
          <w:i/>
          <w:sz w:val="20"/>
        </w:rPr>
        <w:t>(składany przez Wykonawcę w postępowaniu na wezwanie Zamawiającego)</w:t>
      </w:r>
    </w:p>
    <w:p w14:paraId="2708E74F" w14:textId="77777777" w:rsidR="00741EC9" w:rsidRPr="00B0646A" w:rsidRDefault="00741EC9" w:rsidP="00934568">
      <w:pPr>
        <w:jc w:val="center"/>
        <w:rPr>
          <w:rFonts w:ascii="Cambria" w:hAnsi="Cambria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409"/>
        <w:gridCol w:w="5110"/>
        <w:gridCol w:w="1820"/>
        <w:gridCol w:w="2420"/>
      </w:tblGrid>
      <w:tr w:rsidR="002641A1" w:rsidRPr="00B0646A" w14:paraId="33642B27" w14:textId="77777777" w:rsidTr="00251656">
        <w:trPr>
          <w:trHeight w:val="1106"/>
        </w:trPr>
        <w:tc>
          <w:tcPr>
            <w:tcW w:w="807" w:type="pct"/>
          </w:tcPr>
          <w:p w14:paraId="3F04805D" w14:textId="77777777" w:rsidR="00251656" w:rsidRDefault="00251656" w:rsidP="002641A1">
            <w:pPr>
              <w:pStyle w:val="Tekstpodstawowy"/>
              <w:jc w:val="center"/>
              <w:rPr>
                <w:rFonts w:ascii="Cambria" w:hAnsi="Cambria" w:cstheme="minorHAnsi"/>
                <w:bCs/>
                <w:color w:val="auto"/>
                <w:sz w:val="20"/>
              </w:rPr>
            </w:pPr>
          </w:p>
          <w:p w14:paraId="5B2C4AE5" w14:textId="40AA1C02" w:rsidR="002641A1" w:rsidRPr="002641A1" w:rsidRDefault="002641A1" w:rsidP="002641A1">
            <w:pPr>
              <w:pStyle w:val="Tekstpodstawowy"/>
              <w:jc w:val="center"/>
              <w:rPr>
                <w:rFonts w:ascii="Cambria" w:hAnsi="Cambria" w:cstheme="minorHAnsi"/>
                <w:bCs/>
                <w:color w:val="auto"/>
                <w:sz w:val="20"/>
              </w:rPr>
            </w:pPr>
            <w:r w:rsidRPr="002641A1">
              <w:rPr>
                <w:rFonts w:ascii="Cambria" w:hAnsi="Cambria" w:cstheme="minorHAnsi"/>
                <w:bCs/>
                <w:color w:val="auto"/>
                <w:sz w:val="20"/>
              </w:rPr>
              <w:t>Oznaczenie Wykonawcy usługi</w:t>
            </w:r>
          </w:p>
          <w:p w14:paraId="767B0FDC" w14:textId="4D4207B6" w:rsidR="002641A1" w:rsidRPr="00B0646A" w:rsidRDefault="002641A1" w:rsidP="002641A1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2641A1">
              <w:rPr>
                <w:rFonts w:ascii="Cambria" w:hAnsi="Cambria" w:cstheme="minorHAnsi"/>
                <w:bCs/>
                <w:color w:val="auto"/>
                <w:sz w:val="20"/>
              </w:rPr>
              <w:t>(nazwa, adres)</w:t>
            </w:r>
          </w:p>
        </w:tc>
        <w:tc>
          <w:tcPr>
            <w:tcW w:w="859" w:type="pct"/>
            <w:shd w:val="clear" w:color="auto" w:fill="auto"/>
            <w:vAlign w:val="center"/>
          </w:tcPr>
          <w:p w14:paraId="2B6EF516" w14:textId="5FFB69D3" w:rsidR="002641A1" w:rsidRPr="00B0646A" w:rsidRDefault="002641A1" w:rsidP="006424AB">
            <w:pPr>
              <w:pStyle w:val="Tekstpodstawowy"/>
              <w:jc w:val="center"/>
              <w:rPr>
                <w:rFonts w:ascii="Cambria" w:hAnsi="Cambria" w:cstheme="minorHAnsi"/>
                <w:i/>
                <w:color w:val="auto"/>
                <w:sz w:val="20"/>
              </w:rPr>
            </w:pPr>
            <w:r w:rsidRPr="00B0646A">
              <w:rPr>
                <w:rFonts w:ascii="Cambria" w:hAnsi="Cambria" w:cstheme="minorHAnsi"/>
                <w:color w:val="auto"/>
                <w:sz w:val="20"/>
              </w:rPr>
              <w:t xml:space="preserve">Nazwa </w:t>
            </w:r>
            <w:r w:rsidRPr="00850F8C">
              <w:rPr>
                <w:rFonts w:ascii="Cambria" w:hAnsi="Cambria" w:cstheme="minorHAnsi"/>
                <w:bCs/>
                <w:color w:val="auto"/>
                <w:sz w:val="20"/>
              </w:rPr>
              <w:t>przeprowadz</w:t>
            </w:r>
            <w:r>
              <w:rPr>
                <w:rFonts w:ascii="Cambria" w:hAnsi="Cambria" w:cstheme="minorHAnsi"/>
                <w:bCs/>
                <w:color w:val="auto"/>
                <w:sz w:val="20"/>
              </w:rPr>
              <w:t xml:space="preserve">onego szkolenia lub  </w:t>
            </w:r>
            <w:r w:rsidR="006424AB">
              <w:rPr>
                <w:rFonts w:ascii="Cambria" w:hAnsi="Cambria" w:cstheme="minorHAnsi"/>
                <w:bCs/>
                <w:color w:val="auto"/>
                <w:sz w:val="20"/>
              </w:rPr>
              <w:t>kursu</w:t>
            </w:r>
            <w:r w:rsidRPr="00850F8C">
              <w:rPr>
                <w:rFonts w:ascii="Cambria" w:hAnsi="Cambria" w:cstheme="minorHAnsi"/>
                <w:bCs/>
                <w:color w:val="auto"/>
                <w:sz w:val="20"/>
              </w:rPr>
              <w:t xml:space="preserve"> </w:t>
            </w:r>
            <w:r w:rsidRPr="00B0646A">
              <w:rPr>
                <w:rFonts w:ascii="Cambria" w:hAnsi="Cambria" w:cstheme="minorHAnsi"/>
                <w:color w:val="auto"/>
                <w:sz w:val="20"/>
              </w:rPr>
              <w:t>*)</w:t>
            </w:r>
          </w:p>
        </w:tc>
        <w:tc>
          <w:tcPr>
            <w:tcW w:w="1822" w:type="pct"/>
            <w:shd w:val="clear" w:color="auto" w:fill="auto"/>
            <w:vAlign w:val="center"/>
          </w:tcPr>
          <w:p w14:paraId="244B5947" w14:textId="201BBDFB" w:rsidR="002641A1" w:rsidRPr="00B0646A" w:rsidRDefault="002641A1" w:rsidP="006424AB">
            <w:pPr>
              <w:pStyle w:val="Tekstpodstawowy"/>
              <w:jc w:val="center"/>
              <w:rPr>
                <w:rFonts w:ascii="Cambria" w:hAnsi="Cambria" w:cstheme="minorHAnsi"/>
                <w:i/>
                <w:color w:val="auto"/>
                <w:sz w:val="20"/>
              </w:rPr>
            </w:pPr>
            <w:r w:rsidRPr="00B0646A">
              <w:rPr>
                <w:rFonts w:ascii="Cambria" w:hAnsi="Cambria" w:cstheme="minorHAnsi"/>
                <w:color w:val="auto"/>
                <w:sz w:val="20"/>
              </w:rPr>
              <w:t xml:space="preserve">Zakres </w:t>
            </w:r>
            <w:r>
              <w:rPr>
                <w:rFonts w:ascii="Cambria" w:hAnsi="Cambria" w:cstheme="minorHAnsi"/>
                <w:color w:val="auto"/>
                <w:sz w:val="20"/>
              </w:rPr>
              <w:t>tematyczny</w:t>
            </w:r>
            <w:r w:rsidRPr="00B0646A">
              <w:rPr>
                <w:rFonts w:ascii="Cambria" w:hAnsi="Cambria" w:cstheme="minorHAnsi"/>
                <w:color w:val="auto"/>
                <w:sz w:val="20"/>
              </w:rPr>
              <w:t xml:space="preserve"> </w:t>
            </w:r>
            <w:r w:rsidRPr="00850F8C">
              <w:rPr>
                <w:rFonts w:ascii="Cambria" w:hAnsi="Cambria" w:cstheme="minorHAnsi"/>
                <w:bCs/>
                <w:color w:val="auto"/>
                <w:sz w:val="20"/>
              </w:rPr>
              <w:t xml:space="preserve">przeprowadzonego szkolenia lub  </w:t>
            </w:r>
            <w:r w:rsidR="006424AB">
              <w:rPr>
                <w:rFonts w:ascii="Cambria" w:hAnsi="Cambria" w:cstheme="minorHAnsi"/>
                <w:bCs/>
                <w:color w:val="auto"/>
                <w:sz w:val="20"/>
              </w:rPr>
              <w:t>kursu</w:t>
            </w:r>
          </w:p>
        </w:tc>
        <w:tc>
          <w:tcPr>
            <w:tcW w:w="649" w:type="pct"/>
            <w:vAlign w:val="center"/>
          </w:tcPr>
          <w:p w14:paraId="79ACCB23" w14:textId="5D14253B" w:rsidR="002641A1" w:rsidRPr="00B0646A" w:rsidRDefault="002641A1" w:rsidP="00431AAA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B0646A">
              <w:rPr>
                <w:rFonts w:ascii="Cambria" w:hAnsi="Cambria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264D3BB" w14:textId="77777777" w:rsidR="002641A1" w:rsidRDefault="002641A1" w:rsidP="00431AAA">
            <w:pPr>
              <w:pStyle w:val="Tekstpodstawowy"/>
              <w:jc w:val="center"/>
              <w:rPr>
                <w:rFonts w:ascii="Cambria" w:hAnsi="Cambria" w:cstheme="minorHAnsi"/>
                <w:color w:val="auto"/>
                <w:sz w:val="20"/>
              </w:rPr>
            </w:pPr>
            <w:r w:rsidRPr="00B0646A">
              <w:rPr>
                <w:rFonts w:ascii="Cambria" w:hAnsi="Cambria" w:cstheme="minorHAnsi"/>
                <w:color w:val="auto"/>
                <w:sz w:val="20"/>
              </w:rPr>
              <w:t>Podmiot, na rzecz którego usługa została wykonana</w:t>
            </w:r>
          </w:p>
          <w:p w14:paraId="74F9EF74" w14:textId="389F81B9" w:rsidR="002641A1" w:rsidRPr="00B0646A" w:rsidRDefault="002641A1" w:rsidP="00431AAA">
            <w:pPr>
              <w:pStyle w:val="Tekstpodstawowy"/>
              <w:jc w:val="center"/>
              <w:rPr>
                <w:rFonts w:ascii="Cambria" w:hAnsi="Cambria" w:cstheme="minorHAnsi"/>
                <w:i/>
                <w:color w:val="auto"/>
                <w:sz w:val="20"/>
              </w:rPr>
            </w:pPr>
            <w:r>
              <w:rPr>
                <w:rFonts w:ascii="Cambria" w:hAnsi="Cambria" w:cstheme="minorHAnsi"/>
                <w:color w:val="auto"/>
                <w:sz w:val="20"/>
              </w:rPr>
              <w:t>(Nazwa, adres)</w:t>
            </w:r>
          </w:p>
        </w:tc>
      </w:tr>
      <w:tr w:rsidR="002641A1" w:rsidRPr="00B0646A" w14:paraId="5C62781B" w14:textId="77777777" w:rsidTr="002641A1">
        <w:trPr>
          <w:trHeight w:val="861"/>
        </w:trPr>
        <w:tc>
          <w:tcPr>
            <w:tcW w:w="807" w:type="pct"/>
          </w:tcPr>
          <w:p w14:paraId="5D6C31C9" w14:textId="77777777" w:rsidR="002641A1" w:rsidRPr="00B0646A" w:rsidRDefault="002641A1" w:rsidP="00253001">
            <w:pPr>
              <w:pStyle w:val="Tekstpodstawowy"/>
              <w:jc w:val="both"/>
              <w:rPr>
                <w:rFonts w:ascii="Cambria" w:hAnsi="Cambria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59" w:type="pct"/>
            <w:shd w:val="clear" w:color="auto" w:fill="auto"/>
          </w:tcPr>
          <w:p w14:paraId="1A2705B6" w14:textId="6A1C5EC2" w:rsidR="002641A1" w:rsidRPr="00B0646A" w:rsidRDefault="002641A1" w:rsidP="00253001">
            <w:pPr>
              <w:pStyle w:val="Tekstpodstawowy"/>
              <w:jc w:val="both"/>
              <w:rPr>
                <w:rFonts w:ascii="Cambria" w:hAnsi="Cambria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22" w:type="pct"/>
            <w:shd w:val="clear" w:color="auto" w:fill="auto"/>
          </w:tcPr>
          <w:p w14:paraId="7B74298F" w14:textId="77777777" w:rsidR="002641A1" w:rsidRPr="00B0646A" w:rsidRDefault="002641A1" w:rsidP="00253001">
            <w:pPr>
              <w:pStyle w:val="Tekstpodstawowy"/>
              <w:ind w:left="354" w:right="-290" w:hanging="354"/>
              <w:jc w:val="both"/>
              <w:rPr>
                <w:rFonts w:ascii="Cambria" w:hAnsi="Cambria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649" w:type="pct"/>
          </w:tcPr>
          <w:p w14:paraId="326B4391" w14:textId="77777777" w:rsidR="002641A1" w:rsidRPr="00B0646A" w:rsidRDefault="002641A1" w:rsidP="00253001">
            <w:pPr>
              <w:pStyle w:val="Tekstpodstawowy"/>
              <w:jc w:val="both"/>
              <w:rPr>
                <w:rFonts w:ascii="Cambria" w:hAnsi="Cambria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63" w:type="pct"/>
            <w:shd w:val="clear" w:color="auto" w:fill="auto"/>
          </w:tcPr>
          <w:p w14:paraId="580BEBD0" w14:textId="77777777" w:rsidR="002641A1" w:rsidRPr="00B0646A" w:rsidRDefault="002641A1" w:rsidP="00253001">
            <w:pPr>
              <w:pStyle w:val="Tekstpodstawowy"/>
              <w:jc w:val="both"/>
              <w:rPr>
                <w:rFonts w:ascii="Cambria" w:hAnsi="Cambria" w:cstheme="minorHAnsi"/>
                <w:b/>
                <w:i/>
                <w:color w:val="auto"/>
                <w:sz w:val="20"/>
              </w:rPr>
            </w:pPr>
          </w:p>
        </w:tc>
      </w:tr>
    </w:tbl>
    <w:p w14:paraId="47333612" w14:textId="77777777" w:rsidR="00741EC9" w:rsidRPr="00B0646A" w:rsidRDefault="00741EC9" w:rsidP="00E809E6">
      <w:pPr>
        <w:rPr>
          <w:rFonts w:ascii="Cambria" w:hAnsi="Cambria" w:cstheme="minorHAnsi"/>
          <w:sz w:val="20"/>
          <w:lang w:val="de-DE"/>
        </w:rPr>
      </w:pPr>
    </w:p>
    <w:p w14:paraId="407B8142" w14:textId="582BB28A" w:rsidR="00850F8C" w:rsidRPr="00850F8C" w:rsidRDefault="0039681F" w:rsidP="00850F8C">
      <w:pPr>
        <w:jc w:val="both"/>
        <w:rPr>
          <w:rFonts w:ascii="Cambria" w:hAnsi="Cambria" w:cstheme="minorHAnsi"/>
          <w:bCs/>
          <w:sz w:val="20"/>
        </w:rPr>
      </w:pPr>
      <w:r w:rsidRPr="00850F8C">
        <w:rPr>
          <w:rFonts w:ascii="Cambria" w:hAnsi="Cambria" w:cstheme="minorHAnsi"/>
          <w:sz w:val="20"/>
          <w:lang w:val="de-DE"/>
        </w:rPr>
        <w:t xml:space="preserve">*) </w:t>
      </w:r>
      <w:r w:rsidR="00850F8C" w:rsidRPr="00850F8C">
        <w:rPr>
          <w:rFonts w:ascii="Cambria" w:hAnsi="Cambria" w:cstheme="minorHAnsi"/>
          <w:bCs/>
          <w:sz w:val="20"/>
        </w:rPr>
        <w:t xml:space="preserve">w okresie ostatnich 3 lat przed upływem terminu składania ofert, a jeżeli okres prowadzenia działalności jest krótszy - w tym okresie, </w:t>
      </w:r>
      <w:r w:rsidR="002D08B2">
        <w:rPr>
          <w:rFonts w:ascii="Cambria" w:hAnsi="Cambria" w:cstheme="minorHAnsi"/>
          <w:bCs/>
          <w:sz w:val="20"/>
        </w:rPr>
        <w:t>wykonał</w:t>
      </w:r>
      <w:r w:rsidR="00850F8C">
        <w:rPr>
          <w:rFonts w:ascii="Cambria" w:hAnsi="Cambria" w:cstheme="minorHAnsi"/>
          <w:bCs/>
          <w:sz w:val="20"/>
        </w:rPr>
        <w:t xml:space="preserve"> </w:t>
      </w:r>
      <w:r w:rsidR="00947BF3" w:rsidRPr="00947BF3">
        <w:rPr>
          <w:rFonts w:ascii="Cambria" w:hAnsi="Cambria" w:cstheme="minorHAnsi"/>
          <w:bCs/>
          <w:sz w:val="20"/>
        </w:rPr>
        <w:t xml:space="preserve">co najmniej jedną usługę </w:t>
      </w:r>
      <w:r w:rsidR="006424AB" w:rsidRPr="006424AB">
        <w:rPr>
          <w:rFonts w:ascii="Cambria" w:hAnsi="Cambria" w:cstheme="minorHAnsi"/>
          <w:bCs/>
          <w:sz w:val="20"/>
        </w:rPr>
        <w:t xml:space="preserve">polegającą na przeprowadzeniu szkoleń lub kursów o tematyce </w:t>
      </w:r>
      <w:r w:rsidR="007D09E1">
        <w:rPr>
          <w:rFonts w:ascii="Cambria" w:hAnsi="Cambria" w:cstheme="minorHAnsi"/>
          <w:bCs/>
          <w:sz w:val="20"/>
        </w:rPr>
        <w:t xml:space="preserve">tożsamej lub </w:t>
      </w:r>
      <w:r w:rsidR="006424AB" w:rsidRPr="006424AB">
        <w:rPr>
          <w:rFonts w:ascii="Cambria" w:hAnsi="Cambria" w:cstheme="minorHAnsi"/>
          <w:bCs/>
          <w:sz w:val="20"/>
        </w:rPr>
        <w:t>zbliżonej do przedmiotu zamówienia</w:t>
      </w:r>
      <w:r w:rsidR="00850F8C" w:rsidRPr="00850F8C">
        <w:rPr>
          <w:rFonts w:ascii="Cambria" w:hAnsi="Cambria" w:cstheme="minorHAnsi"/>
          <w:bCs/>
          <w:sz w:val="20"/>
        </w:rPr>
        <w:t xml:space="preserve">; </w:t>
      </w:r>
    </w:p>
    <w:p w14:paraId="644DE7EB" w14:textId="59B5874D" w:rsidR="008A0E18" w:rsidRPr="00B0646A" w:rsidRDefault="008A0E18" w:rsidP="00850F8C">
      <w:pPr>
        <w:jc w:val="both"/>
        <w:rPr>
          <w:rFonts w:ascii="Cambria" w:hAnsi="Cambria" w:cstheme="minorHAnsi"/>
          <w:sz w:val="20"/>
        </w:rPr>
      </w:pPr>
    </w:p>
    <w:p w14:paraId="22AA1589" w14:textId="77777777" w:rsidR="008A0E18" w:rsidRPr="00B0646A" w:rsidRDefault="008A0E18">
      <w:pPr>
        <w:pStyle w:val="Tekstpodstawowywcity"/>
        <w:ind w:left="5103"/>
        <w:rPr>
          <w:rFonts w:ascii="Cambria" w:hAnsi="Cambria" w:cstheme="minorHAnsi"/>
        </w:rPr>
      </w:pPr>
    </w:p>
    <w:p w14:paraId="7208E10A" w14:textId="77777777" w:rsidR="008A0E18" w:rsidRPr="00B0646A" w:rsidRDefault="008A0E18">
      <w:pPr>
        <w:pStyle w:val="Tekstpodstawowywcity"/>
        <w:ind w:left="5103"/>
        <w:rPr>
          <w:rFonts w:ascii="Cambria" w:hAnsi="Cambria" w:cstheme="minorHAnsi"/>
        </w:rPr>
      </w:pPr>
    </w:p>
    <w:p w14:paraId="59AE2648" w14:textId="77777777" w:rsidR="008A0E18" w:rsidRPr="00B0646A" w:rsidRDefault="008A0E18">
      <w:pPr>
        <w:pStyle w:val="Tekstpodstawowywcity"/>
        <w:ind w:left="5103"/>
        <w:rPr>
          <w:rFonts w:ascii="Cambria" w:hAnsi="Cambria" w:cstheme="minorHAnsi"/>
        </w:rPr>
      </w:pPr>
    </w:p>
    <w:p w14:paraId="512D4BAB" w14:textId="77777777" w:rsidR="00850F8C" w:rsidRPr="00850F8C" w:rsidRDefault="00850F8C" w:rsidP="00850F8C">
      <w:pPr>
        <w:tabs>
          <w:tab w:val="left" w:pos="0"/>
        </w:tabs>
        <w:rPr>
          <w:rFonts w:ascii="Cambria" w:hAnsi="Cambria" w:cs="Calibri"/>
          <w:b/>
          <w:color w:val="FF0000"/>
          <w:spacing w:val="8"/>
          <w:sz w:val="18"/>
          <w:u w:val="single"/>
        </w:rPr>
      </w:pPr>
      <w:r w:rsidRPr="00850F8C">
        <w:rPr>
          <w:rFonts w:ascii="Cambria" w:hAnsi="Cambria" w:cs="Calibri"/>
          <w:b/>
          <w:color w:val="FF0000"/>
          <w:spacing w:val="8"/>
          <w:sz w:val="18"/>
          <w:u w:val="single"/>
        </w:rPr>
        <w:t>UWAGA:</w:t>
      </w:r>
    </w:p>
    <w:p w14:paraId="51BCCB3E" w14:textId="77777777" w:rsidR="00850F8C" w:rsidRPr="00850F8C" w:rsidRDefault="00850F8C" w:rsidP="00850F8C">
      <w:pPr>
        <w:numPr>
          <w:ilvl w:val="0"/>
          <w:numId w:val="8"/>
        </w:numPr>
        <w:tabs>
          <w:tab w:val="left" w:pos="0"/>
        </w:tabs>
        <w:rPr>
          <w:rFonts w:ascii="Cambria" w:hAnsi="Cambria" w:cs="Calibri"/>
          <w:b/>
          <w:color w:val="FF0000"/>
          <w:spacing w:val="8"/>
          <w:sz w:val="18"/>
        </w:rPr>
      </w:pPr>
      <w:r w:rsidRPr="00850F8C">
        <w:rPr>
          <w:rFonts w:ascii="Cambria" w:hAnsi="Cambria" w:cs="Calibri"/>
          <w:b/>
          <w:color w:val="FF0000"/>
          <w:spacing w:val="8"/>
          <w:sz w:val="18"/>
        </w:rPr>
        <w:t>Zamawiający zaleca przed podpisaniem, zapisanie niniejszego dokumentu w formacie .pdf</w:t>
      </w:r>
    </w:p>
    <w:p w14:paraId="52CDE77C" w14:textId="77777777" w:rsidR="00850F8C" w:rsidRPr="00850F8C" w:rsidRDefault="00850F8C" w:rsidP="00850F8C">
      <w:pPr>
        <w:numPr>
          <w:ilvl w:val="0"/>
          <w:numId w:val="8"/>
        </w:numPr>
        <w:tabs>
          <w:tab w:val="left" w:pos="0"/>
        </w:tabs>
        <w:rPr>
          <w:rFonts w:ascii="Cambria" w:hAnsi="Cambria" w:cs="Calibri"/>
          <w:b/>
          <w:color w:val="FF0000"/>
          <w:spacing w:val="8"/>
          <w:sz w:val="18"/>
        </w:rPr>
      </w:pPr>
      <w:r w:rsidRPr="00850F8C">
        <w:rPr>
          <w:rFonts w:ascii="Cambria" w:hAnsi="Cambria" w:cs="Calibri"/>
          <w:b/>
          <w:color w:val="FF0000"/>
          <w:spacing w:val="8"/>
          <w:sz w:val="18"/>
        </w:rPr>
        <w:t>Formularz oferty musi być opatrzony przez osobę lub osoby uprawnione do reprezentowania Wykonawcy, kwalifikowanym podpisem elektronicznym, podpisem zaufanym lub podpisem osobistym.</w:t>
      </w:r>
    </w:p>
    <w:p w14:paraId="08FF767F" w14:textId="137A2D6C" w:rsidR="00C8410A" w:rsidRPr="00B0646A" w:rsidRDefault="00C8410A" w:rsidP="00850F8C">
      <w:pPr>
        <w:pStyle w:val="Tekstpodstawowywcity"/>
        <w:ind w:left="0"/>
        <w:rPr>
          <w:rFonts w:ascii="Cambria" w:hAnsi="Cambria" w:cstheme="minorHAnsi"/>
          <w:color w:val="FF0000"/>
        </w:rPr>
      </w:pPr>
    </w:p>
    <w:sectPr w:rsidR="00C8410A" w:rsidRPr="00B0646A" w:rsidSect="000D3582">
      <w:headerReference w:type="default" r:id="rId7"/>
      <w:footerReference w:type="even" r:id="rId8"/>
      <w:pgSz w:w="16840" w:h="11907" w:orient="landscape"/>
      <w:pgMar w:top="1543" w:right="1389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23DEA" w14:textId="77777777" w:rsidR="005511FF" w:rsidRDefault="005511FF" w:rsidP="00E809E6">
      <w:r>
        <w:separator/>
      </w:r>
    </w:p>
  </w:endnote>
  <w:endnote w:type="continuationSeparator" w:id="0">
    <w:p w14:paraId="6FD20DCC" w14:textId="77777777" w:rsidR="005511FF" w:rsidRDefault="005511FF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5B66E" w14:textId="77777777" w:rsidR="003A5683" w:rsidRDefault="003A5683" w:rsidP="003A568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E1263" w14:textId="77777777" w:rsidR="005511FF" w:rsidRDefault="005511FF" w:rsidP="00E809E6">
      <w:r>
        <w:separator/>
      </w:r>
    </w:p>
  </w:footnote>
  <w:footnote w:type="continuationSeparator" w:id="0">
    <w:p w14:paraId="5638EC1E" w14:textId="77777777" w:rsidR="005511FF" w:rsidRDefault="005511FF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4AE78" w14:textId="40EB3D53" w:rsidR="00251656" w:rsidRDefault="00251656" w:rsidP="00251656">
    <w:pPr>
      <w:pStyle w:val="Nagwek"/>
      <w:jc w:val="center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</w:rPr>
      <w:drawing>
        <wp:inline distT="0" distB="0" distL="0" distR="0" wp14:anchorId="2C98539E" wp14:editId="3E9A4F91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660A76" w14:textId="4FAF5166" w:rsidR="00251656" w:rsidRDefault="00251656" w:rsidP="00251656">
    <w:pPr>
      <w:pStyle w:val="Nagwek"/>
      <w:tabs>
        <w:tab w:val="clear" w:pos="4536"/>
        <w:tab w:val="clear" w:pos="9072"/>
        <w:tab w:val="right" w:pos="9497"/>
      </w:tabs>
      <w:ind w:left="2694" w:hanging="284"/>
      <w:jc w:val="center"/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CC968F" wp14:editId="076EC191">
              <wp:simplePos x="0" y="0"/>
              <wp:positionH relativeFrom="column">
                <wp:posOffset>1600096</wp:posOffset>
              </wp:positionH>
              <wp:positionV relativeFrom="paragraph">
                <wp:posOffset>90814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CDD1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126pt;margin-top:7.15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"/>
          </w:pict>
        </mc:Fallback>
      </mc:AlternateContent>
    </w:r>
  </w:p>
  <w:p w14:paraId="47205D02" w14:textId="2E38AF71" w:rsidR="00E809E6" w:rsidRDefault="00E809E6" w:rsidP="00251656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2F75BE"/>
    <w:multiLevelType w:val="hybridMultilevel"/>
    <w:tmpl w:val="7B865B1C"/>
    <w:lvl w:ilvl="0" w:tplc="26C6081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C1"/>
    <w:rsid w:val="000318F3"/>
    <w:rsid w:val="00045455"/>
    <w:rsid w:val="00051415"/>
    <w:rsid w:val="00054C6E"/>
    <w:rsid w:val="00062946"/>
    <w:rsid w:val="0007254A"/>
    <w:rsid w:val="000741E9"/>
    <w:rsid w:val="00083171"/>
    <w:rsid w:val="00091BF0"/>
    <w:rsid w:val="000A3B19"/>
    <w:rsid w:val="000D3582"/>
    <w:rsid w:val="000D3E02"/>
    <w:rsid w:val="00111398"/>
    <w:rsid w:val="00143CEA"/>
    <w:rsid w:val="001608F3"/>
    <w:rsid w:val="00162F30"/>
    <w:rsid w:val="001740A8"/>
    <w:rsid w:val="00174683"/>
    <w:rsid w:val="00175114"/>
    <w:rsid w:val="00192D72"/>
    <w:rsid w:val="001C76FF"/>
    <w:rsid w:val="001D2FAE"/>
    <w:rsid w:val="001E7B25"/>
    <w:rsid w:val="001F6FA4"/>
    <w:rsid w:val="002112FD"/>
    <w:rsid w:val="00247D99"/>
    <w:rsid w:val="00251656"/>
    <w:rsid w:val="00253001"/>
    <w:rsid w:val="002641A1"/>
    <w:rsid w:val="002703B3"/>
    <w:rsid w:val="002D08B2"/>
    <w:rsid w:val="002D699C"/>
    <w:rsid w:val="002F177D"/>
    <w:rsid w:val="002F235E"/>
    <w:rsid w:val="00311E99"/>
    <w:rsid w:val="003310BE"/>
    <w:rsid w:val="00334D4B"/>
    <w:rsid w:val="003826F5"/>
    <w:rsid w:val="00387C52"/>
    <w:rsid w:val="0039681F"/>
    <w:rsid w:val="003A513C"/>
    <w:rsid w:val="003A5683"/>
    <w:rsid w:val="003B402A"/>
    <w:rsid w:val="003C7C90"/>
    <w:rsid w:val="004104E1"/>
    <w:rsid w:val="0042140D"/>
    <w:rsid w:val="004231F0"/>
    <w:rsid w:val="0043099A"/>
    <w:rsid w:val="00431AAA"/>
    <w:rsid w:val="00455303"/>
    <w:rsid w:val="0046302C"/>
    <w:rsid w:val="004716BF"/>
    <w:rsid w:val="00485D9B"/>
    <w:rsid w:val="004875E5"/>
    <w:rsid w:val="004A79FB"/>
    <w:rsid w:val="004A7A53"/>
    <w:rsid w:val="004D0569"/>
    <w:rsid w:val="004D4236"/>
    <w:rsid w:val="004F0379"/>
    <w:rsid w:val="004F67CC"/>
    <w:rsid w:val="005511FF"/>
    <w:rsid w:val="005512D6"/>
    <w:rsid w:val="005848FD"/>
    <w:rsid w:val="00591A2A"/>
    <w:rsid w:val="005B0471"/>
    <w:rsid w:val="005B13AE"/>
    <w:rsid w:val="005D753F"/>
    <w:rsid w:val="005F7985"/>
    <w:rsid w:val="006126C2"/>
    <w:rsid w:val="00635F71"/>
    <w:rsid w:val="00636FD1"/>
    <w:rsid w:val="006424AB"/>
    <w:rsid w:val="00644971"/>
    <w:rsid w:val="00687338"/>
    <w:rsid w:val="006B399F"/>
    <w:rsid w:val="006C2538"/>
    <w:rsid w:val="006C75D2"/>
    <w:rsid w:val="0074101C"/>
    <w:rsid w:val="00741EAA"/>
    <w:rsid w:val="00741EC9"/>
    <w:rsid w:val="00745320"/>
    <w:rsid w:val="0076616D"/>
    <w:rsid w:val="00774FC2"/>
    <w:rsid w:val="0078095E"/>
    <w:rsid w:val="007821F6"/>
    <w:rsid w:val="00785302"/>
    <w:rsid w:val="007873DA"/>
    <w:rsid w:val="007D09E1"/>
    <w:rsid w:val="007D47C4"/>
    <w:rsid w:val="007D47C9"/>
    <w:rsid w:val="007E14E3"/>
    <w:rsid w:val="007E3A6C"/>
    <w:rsid w:val="007F584F"/>
    <w:rsid w:val="0083721E"/>
    <w:rsid w:val="0084012F"/>
    <w:rsid w:val="00850F8C"/>
    <w:rsid w:val="00861FC6"/>
    <w:rsid w:val="0087058A"/>
    <w:rsid w:val="008836B5"/>
    <w:rsid w:val="008863F1"/>
    <w:rsid w:val="008A0E18"/>
    <w:rsid w:val="008E26CC"/>
    <w:rsid w:val="00924333"/>
    <w:rsid w:val="00934568"/>
    <w:rsid w:val="00947BF3"/>
    <w:rsid w:val="00983939"/>
    <w:rsid w:val="009B1DB0"/>
    <w:rsid w:val="009B595E"/>
    <w:rsid w:val="009C772E"/>
    <w:rsid w:val="009C7DDE"/>
    <w:rsid w:val="009D262C"/>
    <w:rsid w:val="00A0222A"/>
    <w:rsid w:val="00A218F9"/>
    <w:rsid w:val="00A308B6"/>
    <w:rsid w:val="00A32B19"/>
    <w:rsid w:val="00A410CB"/>
    <w:rsid w:val="00A67B5D"/>
    <w:rsid w:val="00A76387"/>
    <w:rsid w:val="00A82D03"/>
    <w:rsid w:val="00AC7B88"/>
    <w:rsid w:val="00B0646A"/>
    <w:rsid w:val="00B16765"/>
    <w:rsid w:val="00B512CF"/>
    <w:rsid w:val="00B6185D"/>
    <w:rsid w:val="00B633B1"/>
    <w:rsid w:val="00B676C1"/>
    <w:rsid w:val="00B71E33"/>
    <w:rsid w:val="00BA5C06"/>
    <w:rsid w:val="00BA76D2"/>
    <w:rsid w:val="00BE1B55"/>
    <w:rsid w:val="00C00DDF"/>
    <w:rsid w:val="00C40C8D"/>
    <w:rsid w:val="00C4779D"/>
    <w:rsid w:val="00C81252"/>
    <w:rsid w:val="00C8410A"/>
    <w:rsid w:val="00C912C0"/>
    <w:rsid w:val="00C9585D"/>
    <w:rsid w:val="00CD2437"/>
    <w:rsid w:val="00CD2796"/>
    <w:rsid w:val="00CD3257"/>
    <w:rsid w:val="00CE5767"/>
    <w:rsid w:val="00CF4389"/>
    <w:rsid w:val="00D063C9"/>
    <w:rsid w:val="00D22894"/>
    <w:rsid w:val="00D35AE0"/>
    <w:rsid w:val="00D61AA9"/>
    <w:rsid w:val="00D77434"/>
    <w:rsid w:val="00DA7D89"/>
    <w:rsid w:val="00DB3740"/>
    <w:rsid w:val="00DB48E0"/>
    <w:rsid w:val="00DD3520"/>
    <w:rsid w:val="00DD70B4"/>
    <w:rsid w:val="00E21077"/>
    <w:rsid w:val="00E27BFA"/>
    <w:rsid w:val="00E348F1"/>
    <w:rsid w:val="00E446B6"/>
    <w:rsid w:val="00E46FEA"/>
    <w:rsid w:val="00E6188A"/>
    <w:rsid w:val="00E77913"/>
    <w:rsid w:val="00E809E6"/>
    <w:rsid w:val="00E90D35"/>
    <w:rsid w:val="00E90DA1"/>
    <w:rsid w:val="00E9361D"/>
    <w:rsid w:val="00EB20FF"/>
    <w:rsid w:val="00EB4178"/>
    <w:rsid w:val="00EB6435"/>
    <w:rsid w:val="00EB67E3"/>
    <w:rsid w:val="00EF42CD"/>
    <w:rsid w:val="00F01B64"/>
    <w:rsid w:val="00F04A13"/>
    <w:rsid w:val="00F47ACD"/>
    <w:rsid w:val="00F539F8"/>
    <w:rsid w:val="00F600BE"/>
    <w:rsid w:val="00F75C91"/>
    <w:rsid w:val="00F92716"/>
    <w:rsid w:val="00FA4458"/>
    <w:rsid w:val="00FD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9CDD31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uiPriority w:val="99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A0E1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A0E18"/>
    <w:rPr>
      <w:b/>
      <w:sz w:val="32"/>
    </w:rPr>
  </w:style>
  <w:style w:type="paragraph" w:styleId="Poprawka">
    <w:name w:val="Revision"/>
    <w:hidden/>
    <w:uiPriority w:val="99"/>
    <w:semiHidden/>
    <w:rsid w:val="00334D4B"/>
    <w:rPr>
      <w:sz w:val="24"/>
    </w:rPr>
  </w:style>
  <w:style w:type="paragraph" w:styleId="Akapitzlist">
    <w:name w:val="List Paragraph"/>
    <w:basedOn w:val="Normalny"/>
    <w:uiPriority w:val="34"/>
    <w:qFormat/>
    <w:rsid w:val="00850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04_zal_dosw_zawod_rob_drog_most_budowl</Template>
  <TotalTime>148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Stygar</cp:lastModifiedBy>
  <cp:revision>35</cp:revision>
  <cp:lastPrinted>2016-10-21T06:35:00Z</cp:lastPrinted>
  <dcterms:created xsi:type="dcterms:W3CDTF">2021-11-27T09:58:00Z</dcterms:created>
  <dcterms:modified xsi:type="dcterms:W3CDTF">2026-01-22T09:03:00Z</dcterms:modified>
  <cp:category/>
</cp:coreProperties>
</file>